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545" w:rsidRDefault="003B0594">
      <w:r>
        <w:rPr>
          <w:noProof/>
        </w:rPr>
        <w:pict>
          <v:oval id="_x0000_s1036" style="position:absolute;margin-left:117.8pt;margin-top:-38.05pt;width:129.25pt;height:150.2pt;z-index:251666432;mso-width-relative:margin;mso-height-relative:margin" fillcolor="white [3201]" strokecolor="black [3213]" strokeweight=".25pt">
            <v:shadow type="perspective" color="#868686" opacity=".5" origin="-.5,-.5" offset="-6pt,-6pt" matrix=".75,,,.75"/>
            <v:textbox style="mso-next-textbox:#_x0000_s1036">
              <w:txbxContent>
                <w:p w:rsidR="00723D11" w:rsidRDefault="00B42545" w:rsidP="00362CA0">
                  <w:pPr>
                    <w:jc w:val="center"/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Hyena</w:t>
                  </w:r>
                </w:p>
                <w:p w:rsidR="00723D11" w:rsidRPr="00B07B82" w:rsidRDefault="0042352D" w:rsidP="00B07B82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029335" cy="971550"/>
                        <wp:effectExtent l="19050" t="0" r="0" b="0"/>
                        <wp:docPr id="7" name="Picture 6" descr="Hyena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Hyena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29335" cy="971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oval>
        </w:pict>
      </w:r>
      <w:r w:rsidR="00B60B55">
        <w:rPr>
          <w:noProof/>
        </w:rPr>
        <w:pict>
          <v:oval id="_x0000_s1028" style="position:absolute;margin-left:550.8pt;margin-top:1.55pt;width:110.2pt;height:142.3pt;z-index:251662336;mso-width-relative:margin;mso-height-relative:margin">
            <v:textbox style="mso-next-textbox:#_x0000_s1028">
              <w:txbxContent>
                <w:p w:rsidR="008C6C87" w:rsidRDefault="00B42545" w:rsidP="00362CA0">
                  <w:pPr>
                    <w:jc w:val="center"/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Cheetah</w:t>
                  </w:r>
                </w:p>
                <w:p w:rsidR="00097B7D" w:rsidRDefault="0042352D" w:rsidP="00362CA0">
                  <w:pPr>
                    <w:jc w:val="center"/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  <w:noProof/>
                    </w:rPr>
                    <w:drawing>
                      <wp:inline distT="0" distB="0" distL="0" distR="0">
                        <wp:extent cx="1082637" cy="925417"/>
                        <wp:effectExtent l="19050" t="0" r="3213" b="0"/>
                        <wp:docPr id="8" name="Picture 7" descr="Cheetah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heetah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78358" cy="92175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62CA0" w:rsidRPr="00B507DA" w:rsidRDefault="00362CA0" w:rsidP="00097B7D">
                  <w:pPr>
                    <w:rPr>
                      <w:rFonts w:ascii="Arial Black" w:hAnsi="Arial Black"/>
                    </w:rPr>
                  </w:pPr>
                </w:p>
              </w:txbxContent>
            </v:textbox>
          </v:oval>
        </w:pict>
      </w:r>
      <w:r w:rsidR="00B60B55">
        <w:rPr>
          <w:noProof/>
        </w:rPr>
        <w:pict>
          <v:oval id="_x0000_s1045" style="position:absolute;margin-left:311.9pt;margin-top:-19.05pt;width:112.3pt;height:148.55pt;z-index:251673600;mso-width-relative:margin;mso-height-relative:margin">
            <v:textbox style="mso-next-textbox:#_x0000_s1045">
              <w:txbxContent>
                <w:p w:rsidR="00B42545" w:rsidRDefault="00B42545" w:rsidP="00B42545">
                  <w:pPr>
                    <w:jc w:val="center"/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Lion</w:t>
                  </w:r>
                </w:p>
                <w:p w:rsidR="008C6C87" w:rsidRDefault="008C6C87" w:rsidP="00B42545">
                  <w:pPr>
                    <w:jc w:val="center"/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  <w:noProof/>
                    </w:rPr>
                    <w:drawing>
                      <wp:inline distT="0" distB="0" distL="0" distR="0">
                        <wp:extent cx="872490" cy="685800"/>
                        <wp:effectExtent l="19050" t="0" r="3810" b="0"/>
                        <wp:docPr id="24" name="Picture 13" descr="Li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ion.jp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2490" cy="685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42545" w:rsidRPr="00B507DA" w:rsidRDefault="00B42545" w:rsidP="00B42545">
                  <w:pPr>
                    <w:rPr>
                      <w:rFonts w:ascii="Arial Black" w:hAnsi="Arial Black"/>
                    </w:rPr>
                  </w:pPr>
                </w:p>
              </w:txbxContent>
            </v:textbox>
          </v:oval>
        </w:pict>
      </w:r>
      <w:r w:rsidR="00C143F4"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-311785</wp:posOffset>
            </wp:positionH>
            <wp:positionV relativeFrom="paragraph">
              <wp:posOffset>-628015</wp:posOffset>
            </wp:positionV>
            <wp:extent cx="1454150" cy="1454150"/>
            <wp:effectExtent l="0" t="0" r="0" b="0"/>
            <wp:wrapNone/>
            <wp:docPr id="9" name="Picture 9" descr="C:\Documents and Settings\Becky\Local Settings\Temporary Internet Files\Content.IE5\1GIDAXHD\MCj0432589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Becky\Local Settings\Temporary Internet Files\Content.IE5\1GIDAXHD\MCj04325890000[1]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0" cy="145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1209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margin-left:435.1pt;margin-top:-62.2pt;width:258.35pt;height:95.15pt;z-index:251672576;mso-width-percent:400;mso-height-percent:200;mso-position-horizontal-relative:text;mso-position-vertical-relative:text;mso-width-percent:400;mso-height-percent:200;mso-width-relative:margin;mso-height-relative:margin">
            <v:textbox style="mso-fit-shape-to-text:t">
              <w:txbxContent>
                <w:p w:rsidR="00E31209" w:rsidRPr="00E31209" w:rsidRDefault="00B42545">
                  <w:pPr>
                    <w:rPr>
                      <w:rFonts w:ascii="Arial Black" w:hAnsi="Arial Black"/>
                      <w:sz w:val="44"/>
                      <w:szCs w:val="44"/>
                    </w:rPr>
                  </w:pPr>
                  <w:r>
                    <w:rPr>
                      <w:rFonts w:ascii="Arial Black" w:hAnsi="Arial Black"/>
                      <w:sz w:val="44"/>
                      <w:szCs w:val="44"/>
                    </w:rPr>
                    <w:t>Cheetah Food Web</w:t>
                  </w:r>
                </w:p>
              </w:txbxContent>
            </v:textbox>
          </v:shape>
        </w:pict>
      </w:r>
    </w:p>
    <w:p w:rsidR="00B42545" w:rsidRPr="00B42545" w:rsidRDefault="006D32D6" w:rsidP="00B42545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5" type="#_x0000_t32" style="position:absolute;margin-left:74.45pt;margin-top:11.65pt;width:354.95pt;height:283pt;z-index:251657212" o:connectortype="straight" strokecolor="#f79646 [3209]" strokeweight="1pt">
            <v:stroke dashstyle="dash" endarrow="block"/>
            <v:shadow color="#868686"/>
          </v:shape>
        </w:pict>
      </w:r>
      <w:r>
        <w:rPr>
          <w:noProof/>
        </w:rPr>
        <w:pict>
          <v:shape id="_x0000_s1124" type="#_x0000_t32" style="position:absolute;margin-left:62.45pt;margin-top:23.15pt;width:171.75pt;height:271.5pt;z-index:251658237" o:connectortype="straight" strokecolor="#f79646 [3209]" strokeweight="1pt">
            <v:stroke dashstyle="dash" endarrow="block"/>
            <v:shadow color="#868686"/>
          </v:shape>
        </w:pict>
      </w:r>
      <w:r w:rsidR="00E71531">
        <w:rPr>
          <w:noProof/>
        </w:rPr>
        <w:pict>
          <v:shape id="_x0000_s1110" type="#_x0000_t32" style="position:absolute;margin-left:247.05pt;margin-top:8.4pt;width:64.85pt;height:0;z-index:251698176" o:connectortype="straight" strokecolor="#c0504d [3205]" strokeweight="1pt">
            <v:stroke endarrow="block"/>
            <v:shadow type="perspective" color="#622423 [1605]" offset="1pt" offset2="-3pt"/>
          </v:shape>
        </w:pict>
      </w:r>
    </w:p>
    <w:p w:rsidR="00B42545" w:rsidRDefault="00E71531" w:rsidP="00B42545">
      <w:r>
        <w:rPr>
          <w:noProof/>
        </w:rPr>
        <w:pict>
          <v:shape id="_x0000_s1109" type="#_x0000_t32" style="position:absolute;margin-left:429.4pt;margin-top:8.1pt;width:121.4pt;height:4.35pt;flip:x y;z-index:251697152" o:connectortype="straight" strokecolor="#c0504d [3205]" strokeweight="1pt">
            <v:stroke endarrow="block"/>
            <v:shadow type="perspective" color="#622423 [1605]" offset="1pt" offset2="-3pt"/>
          </v:shape>
        </w:pict>
      </w:r>
    </w:p>
    <w:p w:rsidR="00B42545" w:rsidRDefault="00E71531" w:rsidP="00B42545">
      <w:pPr>
        <w:jc w:val="right"/>
      </w:pPr>
      <w:r>
        <w:rPr>
          <w:noProof/>
        </w:rPr>
        <w:pict>
          <v:shape id="_x0000_s1108" type="#_x0000_t32" style="position:absolute;left:0;text-align:left;margin-left:238.55pt;margin-top:11.25pt;width:160.2pt;height:107.6pt;flip:x y;z-index:251696128" o:connectortype="straight" strokecolor="#c0504d [3205]" strokeweight="1pt">
            <v:stroke endarrow="block"/>
            <v:shadow type="perspective" color="#622423 [1605]" offset="1pt" offset2="-3pt"/>
          </v:shape>
        </w:pict>
      </w:r>
      <w:r>
        <w:rPr>
          <w:noProof/>
        </w:rPr>
        <w:pict>
          <v:shape id="_x0000_s1106" type="#_x0000_t32" style="position:absolute;left:0;text-align:left;margin-left:238.55pt;margin-top:4.3pt;width:312.25pt;height:158.75pt;flip:x y;z-index:251660287" o:connectortype="straight" strokecolor="#c0504d [3205]" strokeweight="1pt">
            <v:stroke endarrow="block"/>
            <v:shadow type="perspective" color="#622423 [1605]" offset="1pt" offset2="-3pt"/>
          </v:shape>
        </w:pict>
      </w:r>
      <w:r>
        <w:rPr>
          <w:noProof/>
        </w:rPr>
        <w:pict>
          <v:shape id="_x0000_s1104" type="#_x0000_t32" style="position:absolute;left:0;text-align:left;margin-left:429.4pt;margin-top:4.3pt;width:148.35pt;height:114.55pt;flip:x y;z-index:251693056" o:connectortype="straight" strokecolor="#c0504d [3205]" strokeweight="1pt">
            <v:stroke endarrow="block"/>
            <v:shadow type="perspective" color="#622423 [1605]" offset="1pt" offset2="-3pt"/>
          </v:shape>
        </w:pict>
      </w:r>
      <w:r>
        <w:rPr>
          <w:noProof/>
        </w:rPr>
        <w:pict>
          <v:shape id="_x0000_s1100" type="#_x0000_t32" style="position:absolute;left:0;text-align:left;margin-left:234.2pt;margin-top:11.25pt;width:47.75pt;height:90.95pt;flip:x y;z-index:251688960" o:connectortype="straight" strokecolor="#c0504d [3205]" strokeweight="1pt">
            <v:stroke endarrow="block"/>
            <v:shadow type="perspective" color="#622423 [1605]" offset="1pt" offset2="-3pt"/>
          </v:shape>
        </w:pict>
      </w:r>
    </w:p>
    <w:p w:rsidR="00B42545" w:rsidRPr="00B42545" w:rsidRDefault="00E71531" w:rsidP="00B42545">
      <w:r>
        <w:rPr>
          <w:noProof/>
        </w:rPr>
        <w:pict>
          <v:shape id="_x0000_s1103" type="#_x0000_t32" style="position:absolute;margin-left:500.55pt;margin-top:17.1pt;width:57.25pt;height:69.4pt;flip:y;z-index:251692032" o:connectortype="straight" strokecolor="#c0504d [3205]" strokeweight="1pt">
            <v:stroke endarrow="block"/>
            <v:shadow type="perspective" color="#622423 [1605]" offset="1pt" offset2="-3pt"/>
          </v:shape>
        </w:pict>
      </w:r>
      <w:r>
        <w:rPr>
          <w:noProof/>
        </w:rPr>
        <w:pict>
          <v:shape id="_x0000_s1102" type="#_x0000_t32" style="position:absolute;margin-left:398.75pt;margin-top:21.45pt;width:25.45pt;height:32.95pt;flip:x y;z-index:251691008" o:connectortype="straight" strokecolor="#c0504d [3205]" strokeweight="1pt">
            <v:stroke endarrow="block"/>
            <v:shadow type="perspective" color="#622423 [1605]" offset="1pt" offset2="-3pt"/>
          </v:shape>
        </w:pict>
      </w:r>
    </w:p>
    <w:p w:rsidR="00B42545" w:rsidRPr="00B42545" w:rsidRDefault="00E71531" w:rsidP="00B42545">
      <w:r>
        <w:rPr>
          <w:noProof/>
        </w:rPr>
        <w:pict>
          <v:shape id="_x0000_s1105" type="#_x0000_t32" style="position:absolute;margin-left:602.9pt;margin-top:21.15pt;width:0;height:39.9pt;flip:y;z-index:251694080" o:connectortype="straight" strokecolor="#c0504d [3205]" strokeweight="1pt">
            <v:stroke endarrow="block"/>
            <v:shadow type="perspective" color="#622423 [1605]" offset="1pt" offset2="-3pt"/>
          </v:shape>
        </w:pict>
      </w:r>
      <w:r>
        <w:rPr>
          <w:noProof/>
        </w:rPr>
        <w:pict>
          <v:shape id="_x0000_s1101" type="#_x0000_t32" style="position:absolute;margin-left:323.55pt;margin-top:2.3pt;width:19.95pt;height:49.05pt;flip:y;z-index:251689984" o:connectortype="straight" strokecolor="#c0504d [3205]" strokeweight="1pt">
            <v:stroke endarrow="block"/>
            <v:shadow type="perspective" color="#622423 [1605]" offset="1pt" offset2="-3pt"/>
          </v:shape>
        </w:pict>
      </w:r>
    </w:p>
    <w:p w:rsidR="00B42545" w:rsidRPr="00B42545" w:rsidRDefault="00C143F4" w:rsidP="00B42545">
      <w:r>
        <w:rPr>
          <w:noProof/>
        </w:rPr>
        <w:pict>
          <v:oval id="_x0000_s1037" style="position:absolute;margin-left:404.85pt;margin-top:3.5pt;width:100.9pt;height:124.9pt;z-index:251667456;mso-width-relative:margin;mso-height-relative:margin">
            <v:textbox style="mso-next-textbox:#_x0000_s1037">
              <w:txbxContent>
                <w:p w:rsidR="00B07B82" w:rsidRPr="00B507DA" w:rsidRDefault="00B42545" w:rsidP="00B07B82">
                  <w:pPr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Zebra</w:t>
                  </w:r>
                </w:p>
                <w:p w:rsidR="00B07B82" w:rsidRDefault="008C6C87" w:rsidP="00B07B82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047915" cy="958467"/>
                        <wp:effectExtent l="19050" t="0" r="0" b="0"/>
                        <wp:docPr id="21" name="Picture 20" descr="Zebra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Zebra.jpg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47750" cy="95831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oval>
        </w:pict>
      </w:r>
    </w:p>
    <w:p w:rsidR="00B42545" w:rsidRPr="00B42545" w:rsidRDefault="003B0594" w:rsidP="00B42545">
      <w:r>
        <w:rPr>
          <w:noProof/>
        </w:rPr>
        <w:pict>
          <v:oval id="_x0000_s1027" style="position:absolute;margin-left:39.9pt;margin-top:17.1pt;width:141.75pt;height:93.85pt;z-index:251661312;mso-width-relative:margin;mso-height-relative:margin">
            <v:textbox style="mso-next-textbox:#_x0000_s1027">
              <w:txbxContent>
                <w:p w:rsidR="00097B7D" w:rsidRPr="00B507DA" w:rsidRDefault="00B42545" w:rsidP="00097B7D">
                  <w:pPr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Grasshopper</w:t>
                  </w:r>
                </w:p>
                <w:p w:rsidR="00097B7D" w:rsidRDefault="008C6C87" w:rsidP="00097B7D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028700" cy="518160"/>
                        <wp:effectExtent l="19050" t="0" r="0" b="0"/>
                        <wp:docPr id="16" name="Picture 15" descr="Grasshopper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rasshopper.jpg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28700" cy="5181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oval>
        </w:pict>
      </w:r>
      <w:r>
        <w:rPr>
          <w:noProof/>
        </w:rPr>
        <w:pict>
          <v:oval id="_x0000_s1030" style="position:absolute;margin-left:550.8pt;margin-top:17.1pt;width:91.95pt;height:119.4pt;z-index:251664384;mso-width-relative:margin;mso-height-relative:margin">
            <v:textbox style="mso-next-textbox:#_x0000_s1030">
              <w:txbxContent>
                <w:p w:rsidR="00B507DA" w:rsidRPr="00B507DA" w:rsidRDefault="00B42545" w:rsidP="00B507DA">
                  <w:pPr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Impala</w:t>
                  </w:r>
                  <w:r w:rsidR="008C6C87">
                    <w:rPr>
                      <w:rFonts w:ascii="Arial Black" w:hAnsi="Arial Black"/>
                      <w:noProof/>
                    </w:rPr>
                    <w:drawing>
                      <wp:inline distT="0" distB="0" distL="0" distR="0">
                        <wp:extent cx="663996" cy="983182"/>
                        <wp:effectExtent l="19050" t="0" r="2754" b="0"/>
                        <wp:docPr id="18" name="Picture 17" descr="Impala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pala.jpg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67523" cy="98840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507DA" w:rsidRDefault="00B507DA" w:rsidP="00B507DA">
                  <w:pPr>
                    <w:jc w:val="center"/>
                  </w:pPr>
                </w:p>
              </w:txbxContent>
            </v:textbox>
          </v:oval>
        </w:pict>
      </w:r>
      <w:r w:rsidR="00B60B55">
        <w:rPr>
          <w:noProof/>
        </w:rPr>
        <w:pict>
          <v:oval id="_x0000_s1029" style="position:absolute;margin-left:222.9pt;margin-top:3.2pt;width:136.2pt;height:127.3pt;z-index:251663360;mso-width-relative:margin;mso-height-relative:margin">
            <v:textbox style="mso-next-textbox:#_x0000_s1029">
              <w:txbxContent>
                <w:p w:rsidR="00B507DA" w:rsidRDefault="00B42545" w:rsidP="008C6C87">
                  <w:pPr>
                    <w:jc w:val="center"/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Baboon</w:t>
                  </w:r>
                </w:p>
                <w:p w:rsidR="00723D11" w:rsidRPr="00B507DA" w:rsidRDefault="008C6C87" w:rsidP="008C6C87">
                  <w:pPr>
                    <w:jc w:val="center"/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  <w:noProof/>
                    </w:rPr>
                    <w:drawing>
                      <wp:inline distT="0" distB="0" distL="0" distR="0">
                        <wp:extent cx="711200" cy="715010"/>
                        <wp:effectExtent l="19050" t="0" r="0" b="0"/>
                        <wp:docPr id="17" name="Picture 16" descr="Babo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boon.jpg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1200" cy="715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507DA" w:rsidRDefault="00B507DA" w:rsidP="00B507DA">
                  <w:pPr>
                    <w:jc w:val="center"/>
                  </w:pPr>
                </w:p>
              </w:txbxContent>
            </v:textbox>
          </v:oval>
        </w:pict>
      </w:r>
    </w:p>
    <w:p w:rsidR="00B42545" w:rsidRPr="00B42545" w:rsidRDefault="00B42545" w:rsidP="00B42545"/>
    <w:p w:rsidR="00B42545" w:rsidRPr="00B42545" w:rsidRDefault="00E71531" w:rsidP="00B42545">
      <w:r>
        <w:rPr>
          <w:noProof/>
        </w:rPr>
        <w:pict>
          <v:shape id="_x0000_s1107" type="#_x0000_t32" style="position:absolute;margin-left:187.35pt;margin-top:10.4pt;width:35.55pt;height:0;z-index:251695104" o:connectortype="straight" strokecolor="#c0504d [3205]" strokeweight="1pt">
            <v:stroke endarrow="block"/>
            <v:shadow type="perspective" color="#622423 [1605]" offset="1pt" offset2="-3pt"/>
          </v:shape>
        </w:pict>
      </w:r>
    </w:p>
    <w:p w:rsidR="00B42545" w:rsidRPr="00B42545" w:rsidRDefault="00E71531" w:rsidP="00B42545">
      <w:r>
        <w:rPr>
          <w:noProof/>
        </w:rPr>
        <w:pict>
          <v:shape id="_x0000_s1119" type="#_x0000_t32" style="position:absolute;margin-left:323.55pt;margin-top:6.7pt;width:227.25pt;height:102.35pt;flip:y;z-index:251705344" o:connectortype="straight" strokecolor="#9bbb59 [3206]" strokeweight="1pt">
            <v:stroke endarrow="block"/>
            <v:shadow type="perspective" color="#4e6128 [1606]" offset="1pt" offset2="-3pt"/>
          </v:shape>
        </w:pict>
      </w:r>
      <w:r>
        <w:rPr>
          <w:noProof/>
        </w:rPr>
        <w:pict>
          <v:shape id="_x0000_s1118" type="#_x0000_t32" style="position:absolute;margin-left:317.5pt;margin-top:11.05pt;width:98pt;height:83.25pt;flip:y;z-index:251704320" o:connectortype="straight" strokecolor="#9bbb59 [3206]" strokeweight="1pt">
            <v:stroke endarrow="block"/>
            <v:shadow type="perspective" color="#4e6128 [1606]" offset="1pt" offset2="-3pt"/>
          </v:shape>
        </w:pict>
      </w:r>
    </w:p>
    <w:p w:rsidR="00B42545" w:rsidRDefault="00E71531" w:rsidP="00B42545">
      <w:r>
        <w:rPr>
          <w:noProof/>
        </w:rPr>
        <w:pict>
          <v:shape id="_x0000_s1114" type="#_x0000_t32" style="position:absolute;margin-left:156.15pt;margin-top:1.2pt;width:25.5pt;height:46.6pt;flip:x y;z-index:251702272" o:connectortype="straight" strokecolor="#9bbb59 [3206]" strokeweight="1pt">
            <v:stroke endarrow="block"/>
            <v:shadow type="perspective" color="#4e6128 [1606]" offset="1pt" offset2="-3pt"/>
          </v:shape>
        </w:pict>
      </w:r>
      <w:r>
        <w:rPr>
          <w:noProof/>
        </w:rPr>
        <w:pict>
          <v:shape id="_x0000_s1111" type="#_x0000_t32" style="position:absolute;margin-left:343.5pt;margin-top:9.2pt;width:61.35pt;height:44.95pt;flip:x y;z-index:251699200" o:connectortype="straight" strokecolor="#9bbb59 [3206]" strokeweight="1pt">
            <v:stroke endarrow="block"/>
            <v:shadow type="perspective" color="#4e6128 [1606]" offset="1pt" offset2="-3pt"/>
          </v:shape>
        </w:pict>
      </w:r>
    </w:p>
    <w:p w:rsidR="00E57E46" w:rsidRPr="00B42545" w:rsidRDefault="00E71531" w:rsidP="00B42545">
      <w:r>
        <w:rPr>
          <w:noProof/>
        </w:rPr>
        <w:pict>
          <v:shape id="_x0000_s1117" type="#_x0000_t32" style="position:absolute;margin-left:515.3pt;margin-top:9.3pt;width:70.25pt;height:123.45pt;flip:x;z-index:251659262" o:connectortype="straight" strokecolor="#4bacc6 [3208]" strokeweight="1pt">
            <v:stroke endarrow="block"/>
            <v:shadow type="perspective" color="#205867 [1608]" offset="1pt" offset2="-3pt"/>
          </v:shape>
        </w:pict>
      </w:r>
      <w:r>
        <w:rPr>
          <w:noProof/>
        </w:rPr>
        <w:pict>
          <v:shape id="_x0000_s1113" type="#_x0000_t32" style="position:absolute;margin-left:252.45pt;margin-top:106.65pt;width:0;height:26.1pt;z-index:251701248" o:connectortype="straight" strokecolor="#4bacc6 [3208]" strokeweight="1pt">
            <v:stroke endarrow="block"/>
            <v:shadow type="perspective" color="#205867 [1608]" offset="1pt" offset2="-3pt"/>
          </v:shape>
        </w:pict>
      </w:r>
      <w:r>
        <w:rPr>
          <w:noProof/>
        </w:rPr>
        <w:pict>
          <v:shape id="_x0000_s1112" type="#_x0000_t32" style="position:absolute;margin-left:304.5pt;margin-top:71pt;width:94.25pt;height:76.5pt;flip:x;z-index:251700224" o:connectortype="straight" strokecolor="#4bacc6 [3208]" strokeweight="1pt">
            <v:stroke endarrow="block"/>
            <v:shadow type="perspective" color="#205867 [1608]" offset="1pt" offset2="-3pt"/>
          </v:shape>
        </w:pict>
      </w:r>
      <w:r>
        <w:rPr>
          <w:noProof/>
        </w:rPr>
        <w:pict>
          <v:shape id="_x0000_s1115" type="#_x0000_t32" style="position:absolute;margin-left:275pt;margin-top:3.3pt;width:6.95pt;height:19.05pt;flip:y;z-index:251703296" o:connectortype="straight" strokecolor="#9bbb59 [3206]" strokeweight="1pt">
            <v:stroke endarrow="block"/>
            <v:shadow type="perspective" color="#4e6128 [1606]" offset="1pt" offset2="-3pt"/>
          </v:shape>
        </w:pict>
      </w:r>
      <w:r w:rsidR="003B0594">
        <w:rPr>
          <w:noProof/>
        </w:rPr>
        <w:pict>
          <v:oval id="_x0000_s1038" style="position:absolute;margin-left:398.75pt;margin-top:9.3pt;width:170.3pt;height:81.85pt;z-index:251668480;mso-width-relative:margin;mso-height-relative:margin">
            <v:textbox style="mso-next-textbox:#_x0000_s1038">
              <w:txbxContent>
                <w:p w:rsidR="00B07B82" w:rsidRPr="00B507DA" w:rsidRDefault="00B42545" w:rsidP="008C6C87">
                  <w:pPr>
                    <w:jc w:val="center"/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Acacia Tree</w:t>
                  </w:r>
                  <w:r w:rsidR="008C6C87">
                    <w:rPr>
                      <w:rFonts w:ascii="Arial Black" w:hAnsi="Arial Black"/>
                      <w:noProof/>
                    </w:rPr>
                    <w:drawing>
                      <wp:inline distT="0" distB="0" distL="0" distR="0">
                        <wp:extent cx="919480" cy="685800"/>
                        <wp:effectExtent l="19050" t="0" r="0" b="0"/>
                        <wp:docPr id="20" name="Picture 19" descr="Acacia Tre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cacia Tree.jpg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9480" cy="685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07B82" w:rsidRDefault="00B07B82" w:rsidP="00B07B82">
                  <w:pPr>
                    <w:jc w:val="center"/>
                  </w:pPr>
                </w:p>
              </w:txbxContent>
            </v:textbox>
          </v:oval>
        </w:pict>
      </w:r>
      <w:r w:rsidR="003B0594">
        <w:rPr>
          <w:noProof/>
        </w:rPr>
        <w:pict>
          <v:oval id="_x0000_s1046" style="position:absolute;margin-left:136pt;margin-top:22.35pt;width:187.55pt;height:84.3pt;z-index:251674624;mso-width-relative:margin;mso-height-relative:margin">
            <v:textbox style="mso-next-textbox:#_x0000_s1046">
              <w:txbxContent>
                <w:p w:rsidR="00B42545" w:rsidRPr="00B507DA" w:rsidRDefault="00B42545" w:rsidP="008C6C87">
                  <w:pPr>
                    <w:jc w:val="center"/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Grass</w:t>
                  </w:r>
                  <w:r w:rsidR="00C143F4">
                    <w:rPr>
                      <w:rFonts w:ascii="Arial Black" w:hAnsi="Arial Black"/>
                    </w:rPr>
                    <w:t xml:space="preserve">   </w:t>
                  </w:r>
                  <w:r w:rsidR="008C6C87">
                    <w:rPr>
                      <w:rFonts w:ascii="Arial Black" w:hAnsi="Arial Black"/>
                      <w:noProof/>
                    </w:rPr>
                    <w:drawing>
                      <wp:inline distT="0" distB="0" distL="0" distR="0">
                        <wp:extent cx="549275" cy="685800"/>
                        <wp:effectExtent l="19050" t="0" r="3175" b="0"/>
                        <wp:docPr id="19" name="Picture 18" descr="Elephant Gras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lephant Grass.jp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49275" cy="685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42545" w:rsidRDefault="00B42545" w:rsidP="00B42545">
                  <w:pPr>
                    <w:jc w:val="center"/>
                  </w:pPr>
                </w:p>
              </w:txbxContent>
            </v:textbox>
          </v:oval>
        </w:pict>
      </w:r>
      <w:r w:rsidR="00C143F4">
        <w:rPr>
          <w:noProof/>
        </w:rPr>
        <w:pict>
          <v:oval id="_x0000_s1039" style="position:absolute;margin-left:359.1pt;margin-top:112.65pt;width:164.6pt;height:101.2pt;z-index:251670528;mso-width-relative:margin;mso-height-relative:margin">
            <v:textbox style="mso-next-textbox:#_x0000_s1039">
              <w:txbxContent>
                <w:p w:rsidR="00362CA0" w:rsidRPr="00B507DA" w:rsidRDefault="00B42545" w:rsidP="00362CA0">
                  <w:pPr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Dung Beetle</w:t>
                  </w:r>
                </w:p>
                <w:p w:rsidR="00362CA0" w:rsidRDefault="008C6C87" w:rsidP="00362CA0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907415" cy="614045"/>
                        <wp:effectExtent l="19050" t="0" r="6985" b="0"/>
                        <wp:docPr id="22" name="Picture 21" descr="dung beetl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ung beetle.jpg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07415" cy="6140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oval>
        </w:pict>
      </w:r>
      <w:r w:rsidR="00C143F4">
        <w:rPr>
          <w:noProof/>
        </w:rPr>
        <w:pict>
          <v:oval id="_x0000_s1047" style="position:absolute;margin-left:136pt;margin-top:137.5pt;width:187.55pt;height:76.35pt;z-index:251675648;mso-width-relative:margin;mso-height-relative:margin">
            <v:textbox style="mso-next-textbox:#_x0000_s1047">
              <w:txbxContent>
                <w:p w:rsidR="00B42545" w:rsidRPr="00B507DA" w:rsidRDefault="00B42545" w:rsidP="00B42545">
                  <w:pPr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Termite</w:t>
                  </w:r>
                  <w:r w:rsidR="008C6C87">
                    <w:rPr>
                      <w:rFonts w:ascii="Arial Black" w:hAnsi="Arial Black"/>
                      <w:noProof/>
                    </w:rPr>
                    <w:drawing>
                      <wp:inline distT="0" distB="0" distL="0" distR="0">
                        <wp:extent cx="960120" cy="601980"/>
                        <wp:effectExtent l="19050" t="0" r="0" b="0"/>
                        <wp:docPr id="23" name="Picture 22" descr="Termit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ermite.jpg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60120" cy="6019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42545" w:rsidRDefault="00B42545" w:rsidP="00B42545">
                  <w:pPr>
                    <w:jc w:val="center"/>
                  </w:pPr>
                </w:p>
              </w:txbxContent>
            </v:textbox>
          </v:oval>
        </w:pict>
      </w:r>
    </w:p>
    <w:sectPr w:rsidR="00E57E46" w:rsidRPr="00B42545" w:rsidSect="00B507D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97B7D"/>
    <w:rsid w:val="00097B7D"/>
    <w:rsid w:val="00362CA0"/>
    <w:rsid w:val="00397F3C"/>
    <w:rsid w:val="003B0594"/>
    <w:rsid w:val="0042352D"/>
    <w:rsid w:val="00443CB2"/>
    <w:rsid w:val="005B55EF"/>
    <w:rsid w:val="00695DB5"/>
    <w:rsid w:val="006D32D6"/>
    <w:rsid w:val="00723D11"/>
    <w:rsid w:val="008C6C87"/>
    <w:rsid w:val="00B07B82"/>
    <w:rsid w:val="00B42545"/>
    <w:rsid w:val="00B507DA"/>
    <w:rsid w:val="00B60B55"/>
    <w:rsid w:val="00BD0493"/>
    <w:rsid w:val="00C143F4"/>
    <w:rsid w:val="00C470B3"/>
    <w:rsid w:val="00E31209"/>
    <w:rsid w:val="00E51F60"/>
    <w:rsid w:val="00E57E46"/>
    <w:rsid w:val="00E71531"/>
    <w:rsid w:val="00EE390C"/>
    <w:rsid w:val="00F40F62"/>
    <w:rsid w:val="00F44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#ffc000" shadowcolor="none"/>
    </o:shapedefaults>
    <o:shapelayout v:ext="edit">
      <o:idmap v:ext="edit" data="1"/>
      <o:rules v:ext="edit">
        <o:r id="V:Rule84" type="connector" idref="#_x0000_s1100"/>
        <o:r id="V:Rule86" type="connector" idref="#_x0000_s1101"/>
        <o:r id="V:Rule88" type="connector" idref="#_x0000_s1102"/>
        <o:r id="V:Rule90" type="connector" idref="#_x0000_s1103"/>
        <o:r id="V:Rule92" type="connector" idref="#_x0000_s1104"/>
        <o:r id="V:Rule94" type="connector" idref="#_x0000_s1105"/>
        <o:r id="V:Rule96" type="connector" idref="#_x0000_s1106"/>
        <o:r id="V:Rule98" type="connector" idref="#_x0000_s1107"/>
        <o:r id="V:Rule100" type="connector" idref="#_x0000_s1108"/>
        <o:r id="V:Rule102" type="connector" idref="#_x0000_s1109"/>
        <o:r id="V:Rule104" type="connector" idref="#_x0000_s1110"/>
        <o:r id="V:Rule106" type="connector" idref="#_x0000_s1111"/>
        <o:r id="V:Rule108" type="connector" idref="#_x0000_s1112"/>
        <o:r id="V:Rule110" type="connector" idref="#_x0000_s1113"/>
        <o:r id="V:Rule112" type="connector" idref="#_x0000_s1114"/>
        <o:r id="V:Rule114" type="connector" idref="#_x0000_s1115"/>
        <o:r id="V:Rule118" type="connector" idref="#_x0000_s1117"/>
        <o:r id="V:Rule120" type="connector" idref="#_x0000_s1118"/>
        <o:r id="V:Rule122" type="connector" idref="#_x0000_s1119"/>
        <o:r id="V:Rule127" type="connector" idref="#_x0000_s1124"/>
        <o:r id="V:Rule128" type="connector" idref="#_x0000_s112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C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3C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97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B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Cheetah Food Web in Progress with Pictures and arrows</Template>
  <TotalTime>2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2</cp:revision>
  <dcterms:created xsi:type="dcterms:W3CDTF">2008-05-05T04:20:00Z</dcterms:created>
  <dcterms:modified xsi:type="dcterms:W3CDTF">2008-05-05T04:20:00Z</dcterms:modified>
</cp:coreProperties>
</file>